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46" w:rsidRDefault="00044546" w:rsidP="00181704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3</w:t>
      </w:r>
      <w:bookmarkStart w:id="0" w:name="_GoBack"/>
      <w:bookmarkEnd w:id="0"/>
    </w:p>
    <w:p w:rsidR="00044546" w:rsidRPr="004268EB" w:rsidRDefault="00044546" w:rsidP="00181704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4268EB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ю</w:t>
      </w:r>
      <w:r w:rsidRPr="004268EB">
        <w:rPr>
          <w:rFonts w:ascii="Times New Roman" w:hAnsi="Times New Roman"/>
          <w:sz w:val="24"/>
          <w:szCs w:val="24"/>
        </w:rPr>
        <w:t xml:space="preserve"> Администрации городского округа Королёв Московской области</w:t>
      </w:r>
    </w:p>
    <w:p w:rsidR="00044546" w:rsidRDefault="00044546" w:rsidP="00181704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/>
        <w:rPr>
          <w:rFonts w:ascii="Times New Roman" w:hAnsi="Times New Roman"/>
          <w:sz w:val="24"/>
          <w:szCs w:val="24"/>
        </w:rPr>
      </w:pPr>
      <w:r w:rsidRPr="004268EB">
        <w:rPr>
          <w:rFonts w:ascii="Times New Roman" w:hAnsi="Times New Roman"/>
          <w:sz w:val="24"/>
          <w:szCs w:val="24"/>
        </w:rPr>
        <w:t>от __________________ №___________</w:t>
      </w:r>
    </w:p>
    <w:p w:rsidR="00044546" w:rsidRPr="00B6247C" w:rsidRDefault="00044546" w:rsidP="0018170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245C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B6247C">
        <w:rPr>
          <w:rFonts w:ascii="Times New Roman" w:hAnsi="Times New Roman" w:cs="Times New Roman"/>
          <w:b/>
          <w:bCs/>
          <w:sz w:val="24"/>
          <w:szCs w:val="24"/>
        </w:rPr>
        <w:t>аспорт</w:t>
      </w:r>
    </w:p>
    <w:p w:rsidR="00044546" w:rsidRPr="00B6247C" w:rsidRDefault="00044546" w:rsidP="001817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247C">
        <w:rPr>
          <w:rFonts w:ascii="Times New Roman" w:hAnsi="Times New Roman" w:cs="Times New Roman"/>
          <w:b/>
          <w:bCs/>
          <w:sz w:val="24"/>
          <w:szCs w:val="24"/>
        </w:rPr>
        <w:t>Подпрограмм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B6247C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Pr="00B6247C">
        <w:rPr>
          <w:rFonts w:ascii="Times New Roman" w:hAnsi="Times New Roman" w:cs="Times New Roman"/>
          <w:b/>
          <w:sz w:val="24"/>
          <w:szCs w:val="24"/>
        </w:rPr>
        <w:t>Обеспечение капитального ремонта, содержания и ремонта автомобильных дорог</w:t>
      </w:r>
      <w:r w:rsidRPr="00B6247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44546" w:rsidRPr="00B6247C" w:rsidRDefault="00044546" w:rsidP="001817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247C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город</w:t>
      </w:r>
      <w:r>
        <w:rPr>
          <w:rFonts w:ascii="Times New Roman" w:hAnsi="Times New Roman" w:cs="Times New Roman"/>
          <w:b/>
          <w:bCs/>
          <w:sz w:val="24"/>
          <w:szCs w:val="24"/>
        </w:rPr>
        <w:t>ского округа</w:t>
      </w:r>
      <w:r w:rsidRPr="00B6247C">
        <w:rPr>
          <w:rFonts w:ascii="Times New Roman" w:hAnsi="Times New Roman" w:cs="Times New Roman"/>
          <w:b/>
          <w:bCs/>
          <w:sz w:val="24"/>
          <w:szCs w:val="24"/>
        </w:rPr>
        <w:t xml:space="preserve"> Королёв Московской области на 201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B6247C">
        <w:rPr>
          <w:rFonts w:ascii="Times New Roman" w:hAnsi="Times New Roman" w:cs="Times New Roman"/>
          <w:b/>
          <w:bCs/>
          <w:sz w:val="24"/>
          <w:szCs w:val="24"/>
        </w:rPr>
        <w:t>-20</w:t>
      </w: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B6247C"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</w:p>
    <w:p w:rsidR="00044546" w:rsidRDefault="00044546" w:rsidP="001817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247C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Pr="00B6247C">
        <w:rPr>
          <w:rFonts w:ascii="Times New Roman" w:hAnsi="Times New Roman" w:cs="Times New Roman"/>
          <w:b/>
          <w:sz w:val="24"/>
          <w:szCs w:val="24"/>
        </w:rPr>
        <w:t>Развитие и функционирование дорожно-транспортного комплекса  город</w:t>
      </w:r>
      <w:r>
        <w:rPr>
          <w:rFonts w:ascii="Times New Roman" w:hAnsi="Times New Roman" w:cs="Times New Roman"/>
          <w:b/>
          <w:sz w:val="24"/>
          <w:szCs w:val="24"/>
        </w:rPr>
        <w:t xml:space="preserve">ского округа </w:t>
      </w:r>
      <w:r w:rsidRPr="00B6247C">
        <w:rPr>
          <w:rFonts w:ascii="Times New Roman" w:hAnsi="Times New Roman" w:cs="Times New Roman"/>
          <w:b/>
          <w:sz w:val="24"/>
          <w:szCs w:val="24"/>
        </w:rPr>
        <w:t>Королёв</w:t>
      </w:r>
      <w:r w:rsidRPr="00B6247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44546" w:rsidRPr="00B6247C" w:rsidRDefault="00044546" w:rsidP="001817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40"/>
        <w:gridCol w:w="1554"/>
        <w:gridCol w:w="1642"/>
        <w:gridCol w:w="302"/>
        <w:gridCol w:w="1566"/>
        <w:gridCol w:w="16"/>
        <w:gridCol w:w="562"/>
        <w:gridCol w:w="681"/>
        <w:gridCol w:w="8"/>
        <w:gridCol w:w="1268"/>
        <w:gridCol w:w="8"/>
        <w:gridCol w:w="134"/>
        <w:gridCol w:w="1417"/>
        <w:gridCol w:w="8"/>
        <w:gridCol w:w="73"/>
        <w:gridCol w:w="1478"/>
        <w:gridCol w:w="8"/>
        <w:gridCol w:w="459"/>
        <w:gridCol w:w="1093"/>
        <w:gridCol w:w="8"/>
        <w:gridCol w:w="1551"/>
        <w:gridCol w:w="8"/>
      </w:tblGrid>
      <w:tr w:rsidR="00044546" w:rsidRPr="00B6247C" w:rsidTr="00DF1A0A">
        <w:trPr>
          <w:gridAfter w:val="1"/>
          <w:wAfter w:w="8" w:type="dxa"/>
        </w:trPr>
        <w:tc>
          <w:tcPr>
            <w:tcW w:w="3194" w:type="dxa"/>
            <w:gridSpan w:val="2"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12282" w:type="dxa"/>
            <w:gridSpan w:val="19"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</w:tr>
      <w:tr w:rsidR="00044546" w:rsidRPr="00B6247C" w:rsidTr="00DF1A0A">
        <w:trPr>
          <w:gridAfter w:val="1"/>
          <w:wAfter w:w="8" w:type="dxa"/>
        </w:trPr>
        <w:tc>
          <w:tcPr>
            <w:tcW w:w="3194" w:type="dxa"/>
            <w:gridSpan w:val="2"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Задача 1 подпрограммы</w:t>
            </w:r>
          </w:p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82" w:type="dxa"/>
            <w:gridSpan w:val="19"/>
          </w:tcPr>
          <w:p w:rsidR="00044546" w:rsidRPr="00F24145" w:rsidRDefault="00044546" w:rsidP="00901912">
            <w:pPr>
              <w:tabs>
                <w:tab w:val="left" w:pos="0"/>
                <w:tab w:val="left" w:pos="158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Повышение надежности и безопасности движения по автомобильным дорогам, дворовым территориям.</w:t>
            </w:r>
          </w:p>
        </w:tc>
      </w:tr>
      <w:tr w:rsidR="00044546" w:rsidRPr="00B6247C" w:rsidTr="00DF1A0A">
        <w:trPr>
          <w:gridAfter w:val="1"/>
          <w:wAfter w:w="8" w:type="dxa"/>
          <w:trHeight w:val="114"/>
        </w:trPr>
        <w:tc>
          <w:tcPr>
            <w:tcW w:w="3194" w:type="dxa"/>
            <w:gridSpan w:val="2"/>
            <w:vMerge w:val="restart"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Московской области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944" w:type="dxa"/>
            <w:gridSpan w:val="2"/>
          </w:tcPr>
          <w:p w:rsidR="00044546" w:rsidRPr="00F24145" w:rsidRDefault="00044546" w:rsidP="00901912">
            <w:pPr>
              <w:tabs>
                <w:tab w:val="left" w:pos="0"/>
                <w:tab w:val="left" w:pos="158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Отчетный (базовый) период</w:t>
            </w:r>
          </w:p>
        </w:tc>
        <w:tc>
          <w:tcPr>
            <w:tcW w:w="2144" w:type="dxa"/>
            <w:gridSpan w:val="3"/>
          </w:tcPr>
          <w:p w:rsidR="00044546" w:rsidRPr="00F24145" w:rsidRDefault="00044546" w:rsidP="00901912">
            <w:pPr>
              <w:tabs>
                <w:tab w:val="left" w:pos="0"/>
                <w:tab w:val="left" w:pos="158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2017г.</w:t>
            </w:r>
          </w:p>
        </w:tc>
        <w:tc>
          <w:tcPr>
            <w:tcW w:w="2099" w:type="dxa"/>
            <w:gridSpan w:val="5"/>
          </w:tcPr>
          <w:p w:rsidR="00044546" w:rsidRPr="00F24145" w:rsidRDefault="00044546" w:rsidP="00901912">
            <w:pPr>
              <w:tabs>
                <w:tab w:val="left" w:pos="0"/>
                <w:tab w:val="left" w:pos="158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2018г.</w:t>
            </w:r>
          </w:p>
        </w:tc>
        <w:tc>
          <w:tcPr>
            <w:tcW w:w="1498" w:type="dxa"/>
            <w:gridSpan w:val="3"/>
          </w:tcPr>
          <w:p w:rsidR="00044546" w:rsidRPr="00F24145" w:rsidRDefault="00044546" w:rsidP="00901912">
            <w:pPr>
              <w:tabs>
                <w:tab w:val="left" w:pos="0"/>
                <w:tab w:val="left" w:pos="158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2019г.</w:t>
            </w:r>
          </w:p>
        </w:tc>
        <w:tc>
          <w:tcPr>
            <w:tcW w:w="1945" w:type="dxa"/>
            <w:gridSpan w:val="3"/>
          </w:tcPr>
          <w:p w:rsidR="00044546" w:rsidRPr="00F24145" w:rsidRDefault="00044546" w:rsidP="00901912">
            <w:pPr>
              <w:tabs>
                <w:tab w:val="left" w:pos="0"/>
                <w:tab w:val="left" w:pos="158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2020г.</w:t>
            </w:r>
          </w:p>
        </w:tc>
        <w:tc>
          <w:tcPr>
            <w:tcW w:w="2652" w:type="dxa"/>
            <w:gridSpan w:val="3"/>
          </w:tcPr>
          <w:p w:rsidR="00044546" w:rsidRPr="00F24145" w:rsidRDefault="00044546" w:rsidP="00901912">
            <w:pPr>
              <w:tabs>
                <w:tab w:val="left" w:pos="0"/>
                <w:tab w:val="left" w:pos="158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2021г.</w:t>
            </w:r>
          </w:p>
        </w:tc>
      </w:tr>
      <w:tr w:rsidR="00044546" w:rsidRPr="00B6247C" w:rsidTr="00DF1A0A">
        <w:trPr>
          <w:gridAfter w:val="1"/>
          <w:wAfter w:w="8" w:type="dxa"/>
          <w:trHeight w:val="114"/>
        </w:trPr>
        <w:tc>
          <w:tcPr>
            <w:tcW w:w="3194" w:type="dxa"/>
            <w:gridSpan w:val="2"/>
            <w:vMerge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4" w:type="dxa"/>
            <w:gridSpan w:val="2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44546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3,19</w:t>
            </w:r>
          </w:p>
        </w:tc>
        <w:tc>
          <w:tcPr>
            <w:tcW w:w="2144" w:type="dxa"/>
            <w:gridSpan w:val="3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24A7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2099" w:type="dxa"/>
            <w:gridSpan w:val="5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24,22</w:t>
            </w:r>
          </w:p>
        </w:tc>
        <w:tc>
          <w:tcPr>
            <w:tcW w:w="1498" w:type="dxa"/>
            <w:gridSpan w:val="3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24,22</w:t>
            </w:r>
          </w:p>
        </w:tc>
        <w:tc>
          <w:tcPr>
            <w:tcW w:w="1945" w:type="dxa"/>
            <w:gridSpan w:val="3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24,22</w:t>
            </w:r>
          </w:p>
        </w:tc>
        <w:tc>
          <w:tcPr>
            <w:tcW w:w="2652" w:type="dxa"/>
            <w:gridSpan w:val="3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24,22</w:t>
            </w:r>
          </w:p>
        </w:tc>
      </w:tr>
      <w:tr w:rsidR="00044546" w:rsidRPr="00B6247C" w:rsidTr="00DF1A0A">
        <w:trPr>
          <w:cantSplit/>
          <w:trHeight w:val="349"/>
        </w:trPr>
        <w:tc>
          <w:tcPr>
            <w:tcW w:w="1640" w:type="dxa"/>
            <w:vMerge w:val="restart"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</w:p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554" w:type="dxa"/>
            <w:vMerge w:val="restart"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подпрограммы </w:t>
            </w:r>
          </w:p>
        </w:tc>
        <w:tc>
          <w:tcPr>
            <w:tcW w:w="1642" w:type="dxa"/>
            <w:vMerge w:val="restart"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Главный распорядитель</w:t>
            </w:r>
          </w:p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бюджетных средств</w:t>
            </w:r>
          </w:p>
        </w:tc>
        <w:tc>
          <w:tcPr>
            <w:tcW w:w="1884" w:type="dxa"/>
            <w:gridSpan w:val="3"/>
            <w:vMerge w:val="restart"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8764" w:type="dxa"/>
            <w:gridSpan w:val="16"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Расходы  (тыс. рублей) *</w:t>
            </w:r>
          </w:p>
        </w:tc>
      </w:tr>
      <w:tr w:rsidR="00044546" w:rsidRPr="00B6247C" w:rsidTr="00DF1A0A">
        <w:trPr>
          <w:cantSplit/>
        </w:trPr>
        <w:tc>
          <w:tcPr>
            <w:tcW w:w="1640" w:type="dxa"/>
            <w:vMerge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4" w:type="dxa"/>
            <w:vMerge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Merge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4" w:type="dxa"/>
            <w:gridSpan w:val="3"/>
            <w:vMerge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3"/>
          </w:tcPr>
          <w:p w:rsidR="00044546" w:rsidRPr="00F24145" w:rsidRDefault="00044546" w:rsidP="00901912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en-US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2017г.</w:t>
            </w:r>
          </w:p>
        </w:tc>
        <w:tc>
          <w:tcPr>
            <w:tcW w:w="1276" w:type="dxa"/>
            <w:gridSpan w:val="2"/>
          </w:tcPr>
          <w:p w:rsidR="00044546" w:rsidRPr="00F24145" w:rsidRDefault="00044546" w:rsidP="00901912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2018г.</w:t>
            </w:r>
          </w:p>
        </w:tc>
        <w:tc>
          <w:tcPr>
            <w:tcW w:w="1559" w:type="dxa"/>
            <w:gridSpan w:val="3"/>
          </w:tcPr>
          <w:p w:rsidR="00044546" w:rsidRPr="00F24145" w:rsidRDefault="00044546" w:rsidP="00901912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2019г.</w:t>
            </w:r>
          </w:p>
        </w:tc>
        <w:tc>
          <w:tcPr>
            <w:tcW w:w="1559" w:type="dxa"/>
            <w:gridSpan w:val="3"/>
          </w:tcPr>
          <w:p w:rsidR="00044546" w:rsidRPr="00F24145" w:rsidRDefault="00044546" w:rsidP="00901912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2020г.</w:t>
            </w:r>
          </w:p>
        </w:tc>
        <w:tc>
          <w:tcPr>
            <w:tcW w:w="1560" w:type="dxa"/>
            <w:gridSpan w:val="3"/>
          </w:tcPr>
          <w:p w:rsidR="00044546" w:rsidRPr="00F24145" w:rsidRDefault="00044546" w:rsidP="00901912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2021г.</w:t>
            </w:r>
          </w:p>
        </w:tc>
        <w:tc>
          <w:tcPr>
            <w:tcW w:w="1559" w:type="dxa"/>
            <w:gridSpan w:val="2"/>
          </w:tcPr>
          <w:p w:rsidR="00044546" w:rsidRPr="00F24145" w:rsidRDefault="00044546" w:rsidP="00901912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</w:tr>
      <w:tr w:rsidR="00044546" w:rsidRPr="00B6247C" w:rsidTr="00DF1A0A">
        <w:trPr>
          <w:cantSplit/>
          <w:trHeight w:val="625"/>
        </w:trPr>
        <w:tc>
          <w:tcPr>
            <w:tcW w:w="1640" w:type="dxa"/>
            <w:vMerge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4" w:type="dxa"/>
            <w:vMerge w:val="restart"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Обеспечение капитального ремонта, содержания и ремонта автомобильных дорог</w:t>
            </w:r>
          </w:p>
        </w:tc>
        <w:tc>
          <w:tcPr>
            <w:tcW w:w="1642" w:type="dxa"/>
            <w:vMerge w:val="restart"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Администрация городского округа Королёв Московской области</w:t>
            </w:r>
          </w:p>
        </w:tc>
        <w:tc>
          <w:tcPr>
            <w:tcW w:w="1884" w:type="dxa"/>
            <w:gridSpan w:val="3"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3"/>
            <w:shd w:val="clear" w:color="auto" w:fill="FFFFFF"/>
            <w:vAlign w:val="center"/>
          </w:tcPr>
          <w:p w:rsidR="00044546" w:rsidRPr="00F24145" w:rsidRDefault="00044546" w:rsidP="00027F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592 736,7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b/>
                <w:sz w:val="18"/>
                <w:szCs w:val="18"/>
              </w:rPr>
              <w:t>216 417,0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b/>
                <w:sz w:val="18"/>
                <w:szCs w:val="18"/>
              </w:rPr>
              <w:t>216 417,0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b/>
                <w:sz w:val="18"/>
                <w:szCs w:val="18"/>
              </w:rPr>
              <w:t>216 417,0</w:t>
            </w:r>
          </w:p>
        </w:tc>
        <w:tc>
          <w:tcPr>
            <w:tcW w:w="1560" w:type="dxa"/>
            <w:gridSpan w:val="3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b/>
                <w:sz w:val="18"/>
                <w:szCs w:val="18"/>
              </w:rPr>
              <w:t>216 417,0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044546" w:rsidRPr="00F24145" w:rsidRDefault="00044546" w:rsidP="00EE4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 458 404</w:t>
            </w:r>
            <w:r w:rsidRPr="00F24145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044546" w:rsidRPr="00814384" w:rsidTr="00EE4375">
        <w:trPr>
          <w:cantSplit/>
          <w:trHeight w:val="932"/>
        </w:trPr>
        <w:tc>
          <w:tcPr>
            <w:tcW w:w="1640" w:type="dxa"/>
            <w:vMerge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4" w:type="dxa"/>
            <w:vMerge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Merge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4" w:type="dxa"/>
            <w:gridSpan w:val="3"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Королёв Московской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*</w:t>
            </w:r>
          </w:p>
        </w:tc>
        <w:tc>
          <w:tcPr>
            <w:tcW w:w="1251" w:type="dxa"/>
            <w:gridSpan w:val="3"/>
            <w:shd w:val="clear" w:color="auto" w:fill="FFFFFF"/>
            <w:vAlign w:val="center"/>
          </w:tcPr>
          <w:p w:rsidR="00044546" w:rsidRPr="00F24145" w:rsidRDefault="00044546" w:rsidP="00027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326 713,7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216 417,0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216 417,0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216 417,0</w:t>
            </w:r>
          </w:p>
        </w:tc>
        <w:tc>
          <w:tcPr>
            <w:tcW w:w="1560" w:type="dxa"/>
            <w:gridSpan w:val="3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216 417,0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044546" w:rsidRPr="00F24145" w:rsidRDefault="00044546" w:rsidP="00EE43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Pr="00F2414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92 381</w:t>
            </w:r>
            <w:r w:rsidRPr="00F24145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044546" w:rsidRPr="00B6247C" w:rsidTr="00EE4375">
        <w:trPr>
          <w:cantSplit/>
          <w:trHeight w:val="648"/>
        </w:trPr>
        <w:tc>
          <w:tcPr>
            <w:tcW w:w="1640" w:type="dxa"/>
            <w:vMerge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4" w:type="dxa"/>
            <w:vMerge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Merge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4" w:type="dxa"/>
            <w:gridSpan w:val="3"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Средства бюджета Московской области**</w:t>
            </w:r>
          </w:p>
        </w:tc>
        <w:tc>
          <w:tcPr>
            <w:tcW w:w="1251" w:type="dxa"/>
            <w:gridSpan w:val="3"/>
            <w:shd w:val="clear" w:color="auto" w:fill="FFFFFF"/>
            <w:vAlign w:val="center"/>
          </w:tcPr>
          <w:p w:rsidR="00044546" w:rsidRPr="00F24145" w:rsidRDefault="00044546" w:rsidP="00027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233 308,88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044546" w:rsidRPr="00F24145" w:rsidRDefault="00044546" w:rsidP="00027F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233 308,88</w:t>
            </w:r>
          </w:p>
        </w:tc>
      </w:tr>
      <w:tr w:rsidR="00044546" w:rsidRPr="00B6247C" w:rsidTr="00EE4375">
        <w:trPr>
          <w:cantSplit/>
          <w:trHeight w:val="574"/>
        </w:trPr>
        <w:tc>
          <w:tcPr>
            <w:tcW w:w="1640" w:type="dxa"/>
            <w:vMerge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4" w:type="dxa"/>
            <w:vMerge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Merge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4" w:type="dxa"/>
            <w:gridSpan w:val="3"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 ***</w:t>
            </w:r>
          </w:p>
        </w:tc>
        <w:tc>
          <w:tcPr>
            <w:tcW w:w="1251" w:type="dxa"/>
            <w:gridSpan w:val="3"/>
            <w:shd w:val="clear" w:color="auto" w:fill="FFFFFF"/>
            <w:vAlign w:val="center"/>
          </w:tcPr>
          <w:p w:rsidR="00044546" w:rsidRPr="00F24145" w:rsidRDefault="00044546" w:rsidP="00027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32 714,12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044546" w:rsidRPr="00F24145" w:rsidRDefault="00044546" w:rsidP="00027F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32 714,12</w:t>
            </w:r>
          </w:p>
        </w:tc>
      </w:tr>
      <w:tr w:rsidR="00044546" w:rsidRPr="00B6247C" w:rsidTr="00EE4375">
        <w:trPr>
          <w:cantSplit/>
          <w:trHeight w:val="498"/>
        </w:trPr>
        <w:tc>
          <w:tcPr>
            <w:tcW w:w="1640" w:type="dxa"/>
            <w:vMerge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4" w:type="dxa"/>
            <w:vMerge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vMerge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4" w:type="dxa"/>
            <w:gridSpan w:val="3"/>
          </w:tcPr>
          <w:p w:rsidR="00044546" w:rsidRPr="00F24145" w:rsidRDefault="00044546" w:rsidP="0090191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51" w:type="dxa"/>
            <w:gridSpan w:val="3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gridSpan w:val="3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044546" w:rsidRPr="00B6247C" w:rsidTr="00C07134">
        <w:trPr>
          <w:gridAfter w:val="1"/>
          <w:wAfter w:w="8" w:type="dxa"/>
          <w:cantSplit/>
          <w:trHeight w:val="257"/>
        </w:trPr>
        <w:tc>
          <w:tcPr>
            <w:tcW w:w="6720" w:type="dxa"/>
            <w:gridSpan w:val="6"/>
          </w:tcPr>
          <w:p w:rsidR="00044546" w:rsidRPr="00F24145" w:rsidRDefault="00044546" w:rsidP="00074A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Планируемые результаты реализации подпрограммы</w:t>
            </w:r>
          </w:p>
        </w:tc>
        <w:tc>
          <w:tcPr>
            <w:tcW w:w="1243" w:type="dxa"/>
            <w:gridSpan w:val="2"/>
            <w:vAlign w:val="center"/>
          </w:tcPr>
          <w:p w:rsidR="00044546" w:rsidRPr="00F24145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2017г.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044546" w:rsidRPr="00F24145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2018г.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044546" w:rsidRPr="00F24145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2019г.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044546" w:rsidRPr="00F24145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2020г.</w:t>
            </w:r>
          </w:p>
        </w:tc>
        <w:tc>
          <w:tcPr>
            <w:tcW w:w="1560" w:type="dxa"/>
            <w:gridSpan w:val="3"/>
            <w:shd w:val="clear" w:color="auto" w:fill="FFFFFF"/>
            <w:vAlign w:val="center"/>
          </w:tcPr>
          <w:p w:rsidR="00044546" w:rsidRPr="00F24145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2021г.</w:t>
            </w:r>
          </w:p>
        </w:tc>
        <w:tc>
          <w:tcPr>
            <w:tcW w:w="1559" w:type="dxa"/>
            <w:gridSpan w:val="2"/>
            <w:shd w:val="clear" w:color="auto" w:fill="FFFFFF"/>
            <w:vAlign w:val="center"/>
          </w:tcPr>
          <w:p w:rsidR="00044546" w:rsidRPr="00F24145" w:rsidRDefault="00044546" w:rsidP="00901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4546" w:rsidRPr="00B6247C" w:rsidTr="00C07134">
        <w:trPr>
          <w:gridAfter w:val="1"/>
          <w:wAfter w:w="8" w:type="dxa"/>
          <w:trHeight w:val="140"/>
        </w:trPr>
        <w:tc>
          <w:tcPr>
            <w:tcW w:w="6720" w:type="dxa"/>
            <w:gridSpan w:val="6"/>
          </w:tcPr>
          <w:p w:rsidR="00044546" w:rsidRPr="00FF18E7" w:rsidRDefault="00044546" w:rsidP="00074A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1. – Протяженность основных автомобильных дорог, находящихся в муниципальной собственности города Королёва Московской области на которых проведен капитальный ремонт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км</w:t>
            </w:r>
          </w:p>
        </w:tc>
        <w:tc>
          <w:tcPr>
            <w:tcW w:w="1243" w:type="dxa"/>
            <w:gridSpan w:val="2"/>
            <w:vAlign w:val="center"/>
          </w:tcPr>
          <w:p w:rsidR="00044546" w:rsidRPr="00F24145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044546" w:rsidRPr="00F24145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Align w:val="center"/>
          </w:tcPr>
          <w:p w:rsidR="00044546" w:rsidRPr="00F24145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044546" w:rsidRPr="00F24145" w:rsidRDefault="00044546" w:rsidP="00783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4546" w:rsidRPr="00B6247C" w:rsidTr="00C07134">
        <w:trPr>
          <w:gridAfter w:val="1"/>
          <w:wAfter w:w="8" w:type="dxa"/>
          <w:trHeight w:val="130"/>
        </w:trPr>
        <w:tc>
          <w:tcPr>
            <w:tcW w:w="6704" w:type="dxa"/>
            <w:gridSpan w:val="5"/>
          </w:tcPr>
          <w:p w:rsidR="00044546" w:rsidRPr="00FF18E7" w:rsidRDefault="00044546" w:rsidP="00F2414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 – Площадь автомобильных дорог, находящихся в муниципальной собственности города Королёва Московской области на которых проведен капитальный ремонт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кв.м</w:t>
            </w:r>
          </w:p>
        </w:tc>
        <w:tc>
          <w:tcPr>
            <w:tcW w:w="1259" w:type="dxa"/>
            <w:gridSpan w:val="3"/>
            <w:vAlign w:val="center"/>
          </w:tcPr>
          <w:p w:rsidR="00044546" w:rsidRPr="00F24145" w:rsidRDefault="00044546" w:rsidP="00DC0D5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044546" w:rsidRPr="00F24145" w:rsidRDefault="00044546" w:rsidP="00DC0D5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3"/>
            <w:vAlign w:val="center"/>
          </w:tcPr>
          <w:p w:rsidR="00044546" w:rsidRPr="00F24145" w:rsidRDefault="00044546" w:rsidP="00DC0D5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044546" w:rsidRPr="00F24145" w:rsidRDefault="00044546" w:rsidP="00783DF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4546" w:rsidRPr="00B6247C" w:rsidTr="00C07134">
        <w:trPr>
          <w:gridAfter w:val="1"/>
          <w:wAfter w:w="8" w:type="dxa"/>
          <w:trHeight w:val="711"/>
        </w:trPr>
        <w:tc>
          <w:tcPr>
            <w:tcW w:w="6704" w:type="dxa"/>
            <w:gridSpan w:val="5"/>
          </w:tcPr>
          <w:p w:rsidR="00044546" w:rsidRPr="00FF18E7" w:rsidRDefault="00044546" w:rsidP="00F2414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3. – Площадь </w:t>
            </w:r>
            <w:r w:rsidRPr="00140C9A">
              <w:rPr>
                <w:rFonts w:ascii="Times New Roman" w:hAnsi="Times New Roman" w:cs="Times New Roman"/>
                <w:sz w:val="18"/>
                <w:szCs w:val="18"/>
              </w:rPr>
              <w:t>автомобильных дорог общего пользования, тротуаров, дворовых территорий многоквартирных домов, проездов к дворовым территориям многоквартирных домов города Королёва Московской области на которых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0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проведен  </w:t>
            </w:r>
            <w:r w:rsidRPr="00140C9A">
              <w:rPr>
                <w:rFonts w:ascii="Times New Roman" w:hAnsi="Times New Roman" w:cs="Times New Roman"/>
                <w:sz w:val="18"/>
                <w:szCs w:val="18"/>
              </w:rPr>
              <w:t>ремонт, в т.ч. ямочный ремонт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кв.м</w:t>
            </w:r>
          </w:p>
        </w:tc>
        <w:tc>
          <w:tcPr>
            <w:tcW w:w="1259" w:type="dxa"/>
            <w:gridSpan w:val="3"/>
            <w:vAlign w:val="center"/>
          </w:tcPr>
          <w:p w:rsidR="00044546" w:rsidRPr="00EF6147" w:rsidRDefault="00044546" w:rsidP="00DC0D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147">
              <w:rPr>
                <w:rFonts w:ascii="Times New Roman" w:hAnsi="Times New Roman" w:cs="Times New Roman"/>
                <w:sz w:val="18"/>
                <w:szCs w:val="18"/>
              </w:rPr>
              <w:t xml:space="preserve">412793,5 </w:t>
            </w:r>
          </w:p>
        </w:tc>
        <w:tc>
          <w:tcPr>
            <w:tcW w:w="1276" w:type="dxa"/>
            <w:gridSpan w:val="2"/>
            <w:vAlign w:val="center"/>
          </w:tcPr>
          <w:p w:rsidR="00044546" w:rsidRPr="00EF6147" w:rsidRDefault="00044546" w:rsidP="00DC0D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147">
              <w:rPr>
                <w:rFonts w:ascii="Times New Roman" w:hAnsi="Times New Roman" w:cs="Times New Roman"/>
                <w:sz w:val="18"/>
                <w:szCs w:val="18"/>
              </w:rPr>
              <w:t>609020,5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609020,5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609020,5</w:t>
            </w:r>
          </w:p>
        </w:tc>
        <w:tc>
          <w:tcPr>
            <w:tcW w:w="1560" w:type="dxa"/>
            <w:gridSpan w:val="3"/>
            <w:vAlign w:val="center"/>
          </w:tcPr>
          <w:p w:rsidR="00044546" w:rsidRPr="00F24145" w:rsidRDefault="00044546" w:rsidP="00DC0D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609020,5</w:t>
            </w:r>
          </w:p>
        </w:tc>
        <w:tc>
          <w:tcPr>
            <w:tcW w:w="1559" w:type="dxa"/>
            <w:gridSpan w:val="2"/>
            <w:vAlign w:val="center"/>
          </w:tcPr>
          <w:p w:rsidR="00044546" w:rsidRPr="00F24145" w:rsidRDefault="00044546" w:rsidP="00783DF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4546" w:rsidRPr="00B6247C" w:rsidTr="00C07134">
        <w:trPr>
          <w:gridAfter w:val="1"/>
          <w:wAfter w:w="8" w:type="dxa"/>
          <w:trHeight w:val="130"/>
        </w:trPr>
        <w:tc>
          <w:tcPr>
            <w:tcW w:w="6704" w:type="dxa"/>
            <w:gridSpan w:val="5"/>
          </w:tcPr>
          <w:p w:rsidR="00044546" w:rsidRPr="008727B2" w:rsidRDefault="00044546" w:rsidP="00074A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4.- Количество  лабораторных испытаний дорожно – строительных материалов асфальтового покрытия (кернов)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шт.</w:t>
            </w:r>
          </w:p>
        </w:tc>
        <w:tc>
          <w:tcPr>
            <w:tcW w:w="1259" w:type="dxa"/>
            <w:gridSpan w:val="3"/>
            <w:vAlign w:val="center"/>
          </w:tcPr>
          <w:p w:rsidR="00044546" w:rsidRPr="00EF6147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F61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044546" w:rsidRPr="00EF6147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F61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Align w:val="center"/>
          </w:tcPr>
          <w:p w:rsidR="00044546" w:rsidRPr="00F24145" w:rsidRDefault="00044546" w:rsidP="00DC0D5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044546" w:rsidRPr="00F24145" w:rsidRDefault="00044546" w:rsidP="00783DF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44546" w:rsidRPr="00B6247C" w:rsidTr="00C07134">
        <w:trPr>
          <w:gridAfter w:val="1"/>
          <w:wAfter w:w="8" w:type="dxa"/>
          <w:trHeight w:val="130"/>
        </w:trPr>
        <w:tc>
          <w:tcPr>
            <w:tcW w:w="6704" w:type="dxa"/>
            <w:gridSpan w:val="5"/>
          </w:tcPr>
          <w:p w:rsidR="00044546" w:rsidRPr="00FF18E7" w:rsidRDefault="00044546" w:rsidP="00074A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C9A">
              <w:rPr>
                <w:rFonts w:ascii="Times New Roman" w:hAnsi="Times New Roman" w:cs="Times New Roman"/>
                <w:sz w:val="18"/>
                <w:szCs w:val="18"/>
              </w:rPr>
              <w:t>5.  Протяженн</w:t>
            </w:r>
            <w:r w:rsidRPr="00140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ость объектов дорожного хозяйства комплексного содержания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км</w:t>
            </w:r>
          </w:p>
        </w:tc>
        <w:tc>
          <w:tcPr>
            <w:tcW w:w="1259" w:type="dxa"/>
            <w:gridSpan w:val="3"/>
            <w:vAlign w:val="center"/>
          </w:tcPr>
          <w:p w:rsidR="00044546" w:rsidRPr="00EF6147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F61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227,11</w:t>
            </w:r>
          </w:p>
        </w:tc>
        <w:tc>
          <w:tcPr>
            <w:tcW w:w="1276" w:type="dxa"/>
            <w:gridSpan w:val="2"/>
            <w:vAlign w:val="center"/>
          </w:tcPr>
          <w:p w:rsidR="00044546" w:rsidRPr="00EF6147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F61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227,11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227,11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227,11</w:t>
            </w:r>
          </w:p>
        </w:tc>
        <w:tc>
          <w:tcPr>
            <w:tcW w:w="1560" w:type="dxa"/>
            <w:gridSpan w:val="3"/>
            <w:vAlign w:val="center"/>
          </w:tcPr>
          <w:p w:rsidR="00044546" w:rsidRPr="00F24145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227,11</w:t>
            </w:r>
          </w:p>
        </w:tc>
        <w:tc>
          <w:tcPr>
            <w:tcW w:w="1559" w:type="dxa"/>
            <w:gridSpan w:val="2"/>
            <w:vAlign w:val="center"/>
          </w:tcPr>
          <w:p w:rsidR="00044546" w:rsidRPr="00F24145" w:rsidRDefault="00044546" w:rsidP="00783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4546" w:rsidRPr="00B6247C" w:rsidTr="00C07134">
        <w:trPr>
          <w:gridAfter w:val="1"/>
          <w:wAfter w:w="8" w:type="dxa"/>
          <w:trHeight w:val="130"/>
        </w:trPr>
        <w:tc>
          <w:tcPr>
            <w:tcW w:w="6704" w:type="dxa"/>
            <w:gridSpan w:val="5"/>
          </w:tcPr>
          <w:p w:rsidR="00044546" w:rsidRPr="00FF18E7" w:rsidRDefault="00044546" w:rsidP="00F241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6. -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140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Московской области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%</w:t>
            </w:r>
          </w:p>
        </w:tc>
        <w:tc>
          <w:tcPr>
            <w:tcW w:w="1259" w:type="dxa"/>
            <w:gridSpan w:val="3"/>
            <w:vAlign w:val="center"/>
          </w:tcPr>
          <w:p w:rsidR="00044546" w:rsidRPr="00EF6147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F61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1276" w:type="dxa"/>
            <w:gridSpan w:val="2"/>
            <w:vAlign w:val="center"/>
          </w:tcPr>
          <w:p w:rsidR="00044546" w:rsidRPr="00EF6147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F61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24,22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24,22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24,22</w:t>
            </w:r>
          </w:p>
        </w:tc>
        <w:tc>
          <w:tcPr>
            <w:tcW w:w="1560" w:type="dxa"/>
            <w:gridSpan w:val="3"/>
            <w:vAlign w:val="center"/>
          </w:tcPr>
          <w:p w:rsidR="00044546" w:rsidRPr="00F24145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24,22</w:t>
            </w:r>
          </w:p>
        </w:tc>
        <w:tc>
          <w:tcPr>
            <w:tcW w:w="1559" w:type="dxa"/>
            <w:gridSpan w:val="2"/>
            <w:vAlign w:val="center"/>
          </w:tcPr>
          <w:p w:rsidR="00044546" w:rsidRPr="00F24145" w:rsidRDefault="00044546" w:rsidP="00783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44546" w:rsidRPr="00B6247C" w:rsidTr="00C07134">
        <w:trPr>
          <w:gridAfter w:val="1"/>
          <w:wAfter w:w="8" w:type="dxa"/>
          <w:trHeight w:val="130"/>
        </w:trPr>
        <w:tc>
          <w:tcPr>
            <w:tcW w:w="6704" w:type="dxa"/>
            <w:gridSpan w:val="5"/>
          </w:tcPr>
          <w:p w:rsidR="00044546" w:rsidRPr="00FF18E7" w:rsidRDefault="00044546" w:rsidP="00F241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7.-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140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ротяженность отремонтированных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км</w:t>
            </w:r>
          </w:p>
        </w:tc>
        <w:tc>
          <w:tcPr>
            <w:tcW w:w="1259" w:type="dxa"/>
            <w:gridSpan w:val="3"/>
            <w:vAlign w:val="center"/>
          </w:tcPr>
          <w:p w:rsidR="00044546" w:rsidRPr="00EF6147" w:rsidRDefault="00044546" w:rsidP="00DC0D5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F61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9,53</w:t>
            </w:r>
          </w:p>
        </w:tc>
        <w:tc>
          <w:tcPr>
            <w:tcW w:w="1276" w:type="dxa"/>
            <w:gridSpan w:val="2"/>
            <w:vAlign w:val="center"/>
          </w:tcPr>
          <w:p w:rsidR="00044546" w:rsidRPr="00EF6147" w:rsidRDefault="00044546" w:rsidP="00DC0D5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F61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84,58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84,58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84,58</w:t>
            </w:r>
          </w:p>
        </w:tc>
        <w:tc>
          <w:tcPr>
            <w:tcW w:w="1560" w:type="dxa"/>
            <w:gridSpan w:val="3"/>
            <w:vAlign w:val="center"/>
          </w:tcPr>
          <w:p w:rsidR="00044546" w:rsidRPr="00F24145" w:rsidRDefault="00044546" w:rsidP="00DC0D5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84,58</w:t>
            </w:r>
          </w:p>
        </w:tc>
        <w:tc>
          <w:tcPr>
            <w:tcW w:w="1559" w:type="dxa"/>
            <w:gridSpan w:val="2"/>
            <w:vAlign w:val="center"/>
          </w:tcPr>
          <w:p w:rsidR="00044546" w:rsidRPr="00F24145" w:rsidRDefault="00044546" w:rsidP="00783DF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44546" w:rsidRPr="00B6247C" w:rsidTr="00C07134">
        <w:trPr>
          <w:gridAfter w:val="1"/>
          <w:wAfter w:w="8" w:type="dxa"/>
          <w:trHeight w:val="130"/>
        </w:trPr>
        <w:tc>
          <w:tcPr>
            <w:tcW w:w="6704" w:type="dxa"/>
            <w:gridSpan w:val="5"/>
          </w:tcPr>
          <w:p w:rsidR="00044546" w:rsidRPr="00FF18E7" w:rsidRDefault="00044546" w:rsidP="00F2414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8. -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140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величение площади дворовых территорий, на которых проведен ямочный ремонт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кв.м</w:t>
            </w:r>
            <w:r w:rsidRPr="00140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59" w:type="dxa"/>
            <w:gridSpan w:val="3"/>
            <w:vAlign w:val="center"/>
          </w:tcPr>
          <w:p w:rsidR="00044546" w:rsidRPr="00EF6147" w:rsidRDefault="00044546" w:rsidP="00DC0D5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147">
              <w:rPr>
                <w:rFonts w:ascii="Times New Roman" w:hAnsi="Times New Roman" w:cs="Times New Roman"/>
                <w:sz w:val="18"/>
                <w:szCs w:val="18"/>
              </w:rPr>
              <w:t>5324,5</w:t>
            </w:r>
          </w:p>
        </w:tc>
        <w:tc>
          <w:tcPr>
            <w:tcW w:w="1276" w:type="dxa"/>
            <w:gridSpan w:val="2"/>
            <w:vAlign w:val="center"/>
          </w:tcPr>
          <w:p w:rsidR="00044546" w:rsidRPr="00EF6147" w:rsidRDefault="00044546" w:rsidP="00DC0D5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147">
              <w:rPr>
                <w:rFonts w:ascii="Times New Roman" w:hAnsi="Times New Roman" w:cs="Times New Roman"/>
                <w:sz w:val="18"/>
                <w:szCs w:val="18"/>
              </w:rPr>
              <w:t>40250,4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40250,4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40250,4</w:t>
            </w:r>
          </w:p>
        </w:tc>
        <w:tc>
          <w:tcPr>
            <w:tcW w:w="1560" w:type="dxa"/>
            <w:gridSpan w:val="3"/>
            <w:vAlign w:val="center"/>
          </w:tcPr>
          <w:p w:rsidR="00044546" w:rsidRPr="00F24145" w:rsidRDefault="00044546" w:rsidP="00DC0D5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</w:rPr>
              <w:t>40250,4</w:t>
            </w:r>
          </w:p>
        </w:tc>
        <w:tc>
          <w:tcPr>
            <w:tcW w:w="1559" w:type="dxa"/>
            <w:gridSpan w:val="2"/>
            <w:vAlign w:val="center"/>
          </w:tcPr>
          <w:p w:rsidR="00044546" w:rsidRPr="00F24145" w:rsidRDefault="00044546" w:rsidP="00783DF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4546" w:rsidRPr="00B6247C" w:rsidTr="00C07134">
        <w:trPr>
          <w:gridAfter w:val="1"/>
          <w:wAfter w:w="8" w:type="dxa"/>
          <w:trHeight w:val="200"/>
        </w:trPr>
        <w:tc>
          <w:tcPr>
            <w:tcW w:w="6704" w:type="dxa"/>
            <w:gridSpan w:val="5"/>
          </w:tcPr>
          <w:p w:rsidR="00044546" w:rsidRPr="00FF18E7" w:rsidRDefault="00044546" w:rsidP="00F241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9. -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140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ротяженность оформленных в собственность бесхозяйных автомобильных дорог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км</w:t>
            </w:r>
          </w:p>
        </w:tc>
        <w:tc>
          <w:tcPr>
            <w:tcW w:w="1259" w:type="dxa"/>
            <w:gridSpan w:val="3"/>
            <w:vAlign w:val="center"/>
          </w:tcPr>
          <w:p w:rsidR="00044546" w:rsidRPr="00EF6147" w:rsidRDefault="00044546" w:rsidP="00DC0D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F61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17,555</w:t>
            </w:r>
          </w:p>
        </w:tc>
        <w:tc>
          <w:tcPr>
            <w:tcW w:w="1276" w:type="dxa"/>
            <w:gridSpan w:val="2"/>
            <w:vAlign w:val="center"/>
          </w:tcPr>
          <w:p w:rsidR="00044546" w:rsidRPr="00EF6147" w:rsidRDefault="00044546" w:rsidP="00DC0D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F614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Align w:val="center"/>
          </w:tcPr>
          <w:p w:rsidR="00044546" w:rsidRPr="00F24145" w:rsidRDefault="00044546" w:rsidP="00DC0D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044546" w:rsidRPr="00F24145" w:rsidRDefault="00044546" w:rsidP="00783DF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44546" w:rsidRPr="00B6247C" w:rsidTr="00C07134">
        <w:trPr>
          <w:gridAfter w:val="1"/>
          <w:wAfter w:w="8" w:type="dxa"/>
          <w:trHeight w:val="130"/>
        </w:trPr>
        <w:tc>
          <w:tcPr>
            <w:tcW w:w="6704" w:type="dxa"/>
            <w:gridSpan w:val="5"/>
          </w:tcPr>
          <w:p w:rsidR="00044546" w:rsidRPr="00FF18E7" w:rsidRDefault="00044546" w:rsidP="00F241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C9A">
              <w:rPr>
                <w:rFonts w:ascii="Times New Roman" w:hAnsi="Times New Roman" w:cs="Times New Roman"/>
                <w:sz w:val="18"/>
                <w:szCs w:val="18"/>
              </w:rPr>
              <w:t xml:space="preserve">10.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140C9A">
              <w:rPr>
                <w:rFonts w:ascii="Times New Roman" w:hAnsi="Times New Roman" w:cs="Times New Roman"/>
                <w:sz w:val="18"/>
                <w:szCs w:val="18"/>
              </w:rPr>
              <w:t>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 с использованием Субсидии и средств бюджета муниципального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кв.м</w:t>
            </w:r>
          </w:p>
        </w:tc>
        <w:tc>
          <w:tcPr>
            <w:tcW w:w="1259" w:type="dxa"/>
            <w:gridSpan w:val="3"/>
            <w:vAlign w:val="center"/>
          </w:tcPr>
          <w:p w:rsidR="00044546" w:rsidRPr="00F93A2D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3A2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044546" w:rsidRPr="00F24145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Align w:val="center"/>
          </w:tcPr>
          <w:p w:rsidR="00044546" w:rsidRPr="00F24145" w:rsidRDefault="00044546" w:rsidP="00DC0D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044546" w:rsidRPr="00F24145" w:rsidRDefault="00044546" w:rsidP="00783DF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44546" w:rsidRPr="00B6247C" w:rsidTr="00C07134">
        <w:trPr>
          <w:gridAfter w:val="1"/>
          <w:wAfter w:w="8" w:type="dxa"/>
          <w:trHeight w:val="130"/>
        </w:trPr>
        <w:tc>
          <w:tcPr>
            <w:tcW w:w="6704" w:type="dxa"/>
            <w:gridSpan w:val="5"/>
          </w:tcPr>
          <w:p w:rsidR="00044546" w:rsidRPr="00FF18E7" w:rsidRDefault="00044546" w:rsidP="00F241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40C9A">
              <w:rPr>
                <w:rFonts w:ascii="Times New Roman" w:hAnsi="Times New Roman" w:cs="Times New Roman"/>
                <w:sz w:val="18"/>
                <w:szCs w:val="18"/>
              </w:rPr>
              <w:t xml:space="preserve">11.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140C9A">
              <w:rPr>
                <w:rFonts w:ascii="Times New Roman" w:hAnsi="Times New Roman" w:cs="Times New Roman"/>
                <w:sz w:val="18"/>
                <w:szCs w:val="18"/>
              </w:rPr>
              <w:t>величение площади поверхности автомобильных дорог и искусственных сооружений на них, приведенных в нормативное состояние с использованием Субсидии и средств бюджета муниципального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кв.м</w:t>
            </w:r>
          </w:p>
        </w:tc>
        <w:tc>
          <w:tcPr>
            <w:tcW w:w="1259" w:type="dxa"/>
            <w:gridSpan w:val="3"/>
            <w:vAlign w:val="center"/>
          </w:tcPr>
          <w:p w:rsidR="00044546" w:rsidRPr="00F93A2D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3A2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044546" w:rsidRPr="00F24145" w:rsidRDefault="00044546" w:rsidP="00DC0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gridSpan w:val="3"/>
            <w:vAlign w:val="center"/>
          </w:tcPr>
          <w:p w:rsidR="00044546" w:rsidRPr="00F24145" w:rsidRDefault="00044546" w:rsidP="00DC0D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vAlign w:val="center"/>
          </w:tcPr>
          <w:p w:rsidR="00044546" w:rsidRPr="00F24145" w:rsidRDefault="00044546" w:rsidP="00DC0D5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2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044546" w:rsidRPr="00F24145" w:rsidRDefault="00044546" w:rsidP="00783DF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44546" w:rsidRPr="00B6247C" w:rsidRDefault="00044546" w:rsidP="001817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247C">
        <w:rPr>
          <w:rFonts w:ascii="Times New Roman" w:hAnsi="Times New Roman" w:cs="Times New Roman"/>
          <w:b/>
          <w:sz w:val="24"/>
          <w:szCs w:val="24"/>
        </w:rPr>
        <w:t>*</w:t>
      </w:r>
      <w:r w:rsidRPr="003D21A9">
        <w:rPr>
          <w:rFonts w:ascii="Times New Roman" w:hAnsi="Times New Roman" w:cs="Times New Roman"/>
          <w:b/>
          <w:sz w:val="18"/>
          <w:szCs w:val="18"/>
        </w:rPr>
        <w:t>Объем финансирования подлежит уточнению в очередном финансовом году.</w:t>
      </w:r>
    </w:p>
    <w:p w:rsidR="00044546" w:rsidRPr="00B6247C" w:rsidRDefault="00044546" w:rsidP="00181704">
      <w:pPr>
        <w:spacing w:after="0" w:line="240" w:lineRule="auto"/>
        <w:rPr>
          <w:rFonts w:ascii="Times New Roman" w:hAnsi="Times New Roman" w:cs="Times New Roman"/>
          <w:b/>
        </w:rPr>
      </w:pPr>
    </w:p>
    <w:p w:rsidR="00044546" w:rsidRDefault="00044546" w:rsidP="00181704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B6247C">
        <w:rPr>
          <w:rFonts w:ascii="Times New Roman" w:hAnsi="Times New Roman" w:cs="Times New Roman"/>
          <w:b/>
        </w:rPr>
        <w:t>**</w:t>
      </w:r>
      <w:r w:rsidRPr="003D21A9">
        <w:rPr>
          <w:rFonts w:ascii="Times New Roman" w:hAnsi="Times New Roman" w:cs="Times New Roman"/>
          <w:b/>
          <w:sz w:val="18"/>
          <w:szCs w:val="18"/>
        </w:rPr>
        <w:t>Денежные средства из бюджета Московской области на софинансирование работ на капитальный ремонт и р</w:t>
      </w:r>
      <w:r w:rsidRPr="003D21A9">
        <w:rPr>
          <w:rFonts w:ascii="Times New Roman" w:hAnsi="Times New Roman" w:cs="Times New Roman"/>
          <w:b/>
          <w:sz w:val="18"/>
          <w:szCs w:val="18"/>
          <w:lang w:eastAsia="ru-RU"/>
        </w:rPr>
        <w:t>емонт автомобильных дорог общего пользования, дворовых территорий многоквартирных домов, проездов к дворовым территорий многоквартирных домов города Королева Московской области подлежат уточнению в очередном финансовом году</w:t>
      </w:r>
      <w:r>
        <w:rPr>
          <w:rFonts w:ascii="Times New Roman" w:hAnsi="Times New Roman" w:cs="Times New Roman"/>
          <w:b/>
          <w:sz w:val="18"/>
          <w:szCs w:val="18"/>
          <w:lang w:eastAsia="ru-RU"/>
        </w:rPr>
        <w:t>.</w:t>
      </w:r>
    </w:p>
    <w:p w:rsidR="00044546" w:rsidRDefault="00044546" w:rsidP="00181704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eastAsia="ru-RU"/>
        </w:rPr>
      </w:pPr>
    </w:p>
    <w:p w:rsidR="00044546" w:rsidRPr="003D21A9" w:rsidRDefault="00044546" w:rsidP="00181704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18"/>
          <w:szCs w:val="18"/>
          <w:lang w:eastAsia="ru-RU"/>
        </w:rPr>
        <w:t>*** Денежные средства Федерального бюджета подлежат уточнению в очередном финансовом году.</w:t>
      </w:r>
    </w:p>
    <w:p w:rsidR="00044546" w:rsidRDefault="00044546" w:rsidP="00181704">
      <w:pPr>
        <w:jc w:val="center"/>
      </w:pPr>
      <w:r>
        <w:t xml:space="preserve">__________                                                                                                                     </w:t>
      </w:r>
    </w:p>
    <w:p w:rsidR="00044546" w:rsidRDefault="00044546" w:rsidP="0018170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».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44546" w:rsidSect="00727A9A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704"/>
    <w:rsid w:val="000016B2"/>
    <w:rsid w:val="00011185"/>
    <w:rsid w:val="00014A64"/>
    <w:rsid w:val="00017177"/>
    <w:rsid w:val="000173F2"/>
    <w:rsid w:val="0002216A"/>
    <w:rsid w:val="00022514"/>
    <w:rsid w:val="00024A71"/>
    <w:rsid w:val="00024F0F"/>
    <w:rsid w:val="00025BD6"/>
    <w:rsid w:val="000260D2"/>
    <w:rsid w:val="00027F0A"/>
    <w:rsid w:val="00032BB0"/>
    <w:rsid w:val="00033ED1"/>
    <w:rsid w:val="000369B4"/>
    <w:rsid w:val="00044546"/>
    <w:rsid w:val="0004523C"/>
    <w:rsid w:val="00054F84"/>
    <w:rsid w:val="00056D05"/>
    <w:rsid w:val="000570AF"/>
    <w:rsid w:val="00061461"/>
    <w:rsid w:val="00061EAA"/>
    <w:rsid w:val="000678D9"/>
    <w:rsid w:val="0007091A"/>
    <w:rsid w:val="00074A63"/>
    <w:rsid w:val="0007672B"/>
    <w:rsid w:val="00086CB1"/>
    <w:rsid w:val="00087969"/>
    <w:rsid w:val="0009246C"/>
    <w:rsid w:val="00092D1F"/>
    <w:rsid w:val="0009309A"/>
    <w:rsid w:val="0009721C"/>
    <w:rsid w:val="000A0B94"/>
    <w:rsid w:val="000B0F11"/>
    <w:rsid w:val="000C1CA5"/>
    <w:rsid w:val="000D33E6"/>
    <w:rsid w:val="000D4A03"/>
    <w:rsid w:val="000E0EE7"/>
    <w:rsid w:val="000E2242"/>
    <w:rsid w:val="000E2C03"/>
    <w:rsid w:val="000E553A"/>
    <w:rsid w:val="000F3174"/>
    <w:rsid w:val="001007D5"/>
    <w:rsid w:val="00100DC8"/>
    <w:rsid w:val="00102DFD"/>
    <w:rsid w:val="00120C91"/>
    <w:rsid w:val="00120E84"/>
    <w:rsid w:val="00120EDF"/>
    <w:rsid w:val="00121A7C"/>
    <w:rsid w:val="001238CE"/>
    <w:rsid w:val="001264A4"/>
    <w:rsid w:val="00132CDF"/>
    <w:rsid w:val="00133E38"/>
    <w:rsid w:val="00137149"/>
    <w:rsid w:val="00140C9A"/>
    <w:rsid w:val="00141CBC"/>
    <w:rsid w:val="001463F6"/>
    <w:rsid w:val="00147D3D"/>
    <w:rsid w:val="0015216B"/>
    <w:rsid w:val="00161580"/>
    <w:rsid w:val="00163662"/>
    <w:rsid w:val="00163C29"/>
    <w:rsid w:val="001754E6"/>
    <w:rsid w:val="001756A2"/>
    <w:rsid w:val="00176A1D"/>
    <w:rsid w:val="00181704"/>
    <w:rsid w:val="00181D99"/>
    <w:rsid w:val="00182C20"/>
    <w:rsid w:val="00187361"/>
    <w:rsid w:val="00191F08"/>
    <w:rsid w:val="0019613B"/>
    <w:rsid w:val="001A25EE"/>
    <w:rsid w:val="001A48A0"/>
    <w:rsid w:val="001A4E39"/>
    <w:rsid w:val="001B3CD6"/>
    <w:rsid w:val="001B72A1"/>
    <w:rsid w:val="001C081F"/>
    <w:rsid w:val="001C2DE1"/>
    <w:rsid w:val="001C2F0D"/>
    <w:rsid w:val="001C5BF8"/>
    <w:rsid w:val="001C6193"/>
    <w:rsid w:val="001D0ADF"/>
    <w:rsid w:val="001D16AF"/>
    <w:rsid w:val="001D4808"/>
    <w:rsid w:val="001D5185"/>
    <w:rsid w:val="001E0B13"/>
    <w:rsid w:val="001E2E97"/>
    <w:rsid w:val="001E6376"/>
    <w:rsid w:val="001E7C81"/>
    <w:rsid w:val="001F4871"/>
    <w:rsid w:val="00201F0A"/>
    <w:rsid w:val="002024AB"/>
    <w:rsid w:val="00203CDC"/>
    <w:rsid w:val="00210479"/>
    <w:rsid w:val="002109C6"/>
    <w:rsid w:val="002115F5"/>
    <w:rsid w:val="00214370"/>
    <w:rsid w:val="0021777B"/>
    <w:rsid w:val="0022156B"/>
    <w:rsid w:val="00221B6C"/>
    <w:rsid w:val="00224854"/>
    <w:rsid w:val="00226107"/>
    <w:rsid w:val="00226915"/>
    <w:rsid w:val="002311E4"/>
    <w:rsid w:val="002345E4"/>
    <w:rsid w:val="0025269B"/>
    <w:rsid w:val="00253769"/>
    <w:rsid w:val="00255C79"/>
    <w:rsid w:val="00257470"/>
    <w:rsid w:val="00257791"/>
    <w:rsid w:val="00264E11"/>
    <w:rsid w:val="002703EB"/>
    <w:rsid w:val="00271DC3"/>
    <w:rsid w:val="00271FA8"/>
    <w:rsid w:val="0027787F"/>
    <w:rsid w:val="0028420A"/>
    <w:rsid w:val="002846B8"/>
    <w:rsid w:val="002864A6"/>
    <w:rsid w:val="00292B09"/>
    <w:rsid w:val="0029498B"/>
    <w:rsid w:val="002949BB"/>
    <w:rsid w:val="002A15FB"/>
    <w:rsid w:val="002A1F6F"/>
    <w:rsid w:val="002A4E44"/>
    <w:rsid w:val="002B77F2"/>
    <w:rsid w:val="002C2BB8"/>
    <w:rsid w:val="002E1043"/>
    <w:rsid w:val="002F4587"/>
    <w:rsid w:val="00301F63"/>
    <w:rsid w:val="00304F2C"/>
    <w:rsid w:val="00310C1F"/>
    <w:rsid w:val="00320096"/>
    <w:rsid w:val="003208B9"/>
    <w:rsid w:val="0032247D"/>
    <w:rsid w:val="003233E9"/>
    <w:rsid w:val="00323DE1"/>
    <w:rsid w:val="00324FCA"/>
    <w:rsid w:val="00325039"/>
    <w:rsid w:val="003253CE"/>
    <w:rsid w:val="00340B37"/>
    <w:rsid w:val="00341FED"/>
    <w:rsid w:val="003440F1"/>
    <w:rsid w:val="00353B26"/>
    <w:rsid w:val="00357116"/>
    <w:rsid w:val="00357D86"/>
    <w:rsid w:val="00373CD3"/>
    <w:rsid w:val="0037726F"/>
    <w:rsid w:val="003774F5"/>
    <w:rsid w:val="00382580"/>
    <w:rsid w:val="003879E3"/>
    <w:rsid w:val="00394F05"/>
    <w:rsid w:val="00395E64"/>
    <w:rsid w:val="003974B3"/>
    <w:rsid w:val="00397FB7"/>
    <w:rsid w:val="003A69A3"/>
    <w:rsid w:val="003B0579"/>
    <w:rsid w:val="003B0E98"/>
    <w:rsid w:val="003B3F1A"/>
    <w:rsid w:val="003B3F7C"/>
    <w:rsid w:val="003C5F74"/>
    <w:rsid w:val="003D0FE9"/>
    <w:rsid w:val="003D1717"/>
    <w:rsid w:val="003D21A9"/>
    <w:rsid w:val="003D29C5"/>
    <w:rsid w:val="003D2C57"/>
    <w:rsid w:val="003D6E00"/>
    <w:rsid w:val="003E02A6"/>
    <w:rsid w:val="003E0F0B"/>
    <w:rsid w:val="003E2AE5"/>
    <w:rsid w:val="003E661E"/>
    <w:rsid w:val="003F1336"/>
    <w:rsid w:val="003F4385"/>
    <w:rsid w:val="003F4C17"/>
    <w:rsid w:val="003F5406"/>
    <w:rsid w:val="004018DC"/>
    <w:rsid w:val="00406D56"/>
    <w:rsid w:val="00407D21"/>
    <w:rsid w:val="0041724C"/>
    <w:rsid w:val="00421FBD"/>
    <w:rsid w:val="00422CDC"/>
    <w:rsid w:val="004268EB"/>
    <w:rsid w:val="00431A47"/>
    <w:rsid w:val="0043380E"/>
    <w:rsid w:val="004377CA"/>
    <w:rsid w:val="004379AD"/>
    <w:rsid w:val="00447AAB"/>
    <w:rsid w:val="0045060F"/>
    <w:rsid w:val="004514CF"/>
    <w:rsid w:val="00451EC7"/>
    <w:rsid w:val="004532E7"/>
    <w:rsid w:val="004644EA"/>
    <w:rsid w:val="004677A9"/>
    <w:rsid w:val="00472FD5"/>
    <w:rsid w:val="004756D0"/>
    <w:rsid w:val="00477286"/>
    <w:rsid w:val="00492E67"/>
    <w:rsid w:val="004A1786"/>
    <w:rsid w:val="004A1824"/>
    <w:rsid w:val="004B1DE9"/>
    <w:rsid w:val="004C1025"/>
    <w:rsid w:val="004C2ED2"/>
    <w:rsid w:val="004C6ABF"/>
    <w:rsid w:val="004C6FA7"/>
    <w:rsid w:val="004C7D90"/>
    <w:rsid w:val="004D4633"/>
    <w:rsid w:val="004D728A"/>
    <w:rsid w:val="004E01DA"/>
    <w:rsid w:val="004E44DC"/>
    <w:rsid w:val="004E4835"/>
    <w:rsid w:val="004F20B6"/>
    <w:rsid w:val="004F4658"/>
    <w:rsid w:val="00500350"/>
    <w:rsid w:val="00500ACC"/>
    <w:rsid w:val="0050238F"/>
    <w:rsid w:val="00504DFC"/>
    <w:rsid w:val="00522346"/>
    <w:rsid w:val="00523CF8"/>
    <w:rsid w:val="005245C8"/>
    <w:rsid w:val="005246A4"/>
    <w:rsid w:val="00524B9D"/>
    <w:rsid w:val="00530422"/>
    <w:rsid w:val="00532F44"/>
    <w:rsid w:val="00546CAB"/>
    <w:rsid w:val="00547319"/>
    <w:rsid w:val="00552E15"/>
    <w:rsid w:val="00555978"/>
    <w:rsid w:val="005617E1"/>
    <w:rsid w:val="00563D6B"/>
    <w:rsid w:val="005679E5"/>
    <w:rsid w:val="005704B8"/>
    <w:rsid w:val="00570F5C"/>
    <w:rsid w:val="0057381F"/>
    <w:rsid w:val="00575324"/>
    <w:rsid w:val="00575B31"/>
    <w:rsid w:val="00581430"/>
    <w:rsid w:val="00587390"/>
    <w:rsid w:val="00593348"/>
    <w:rsid w:val="00593D94"/>
    <w:rsid w:val="005A22AD"/>
    <w:rsid w:val="005A2E51"/>
    <w:rsid w:val="005B1598"/>
    <w:rsid w:val="005B3092"/>
    <w:rsid w:val="005B5C23"/>
    <w:rsid w:val="005B737C"/>
    <w:rsid w:val="005C10E3"/>
    <w:rsid w:val="005C372E"/>
    <w:rsid w:val="005C498A"/>
    <w:rsid w:val="005D13A0"/>
    <w:rsid w:val="005D1A9F"/>
    <w:rsid w:val="005D418C"/>
    <w:rsid w:val="005D4B8B"/>
    <w:rsid w:val="005D4E38"/>
    <w:rsid w:val="005D53E4"/>
    <w:rsid w:val="005D6C35"/>
    <w:rsid w:val="005E13CB"/>
    <w:rsid w:val="005E7631"/>
    <w:rsid w:val="005F2911"/>
    <w:rsid w:val="006005CF"/>
    <w:rsid w:val="0060100C"/>
    <w:rsid w:val="006014BB"/>
    <w:rsid w:val="00606A0E"/>
    <w:rsid w:val="00610895"/>
    <w:rsid w:val="00611E6B"/>
    <w:rsid w:val="00612BE4"/>
    <w:rsid w:val="00623209"/>
    <w:rsid w:val="00623F7B"/>
    <w:rsid w:val="00635E87"/>
    <w:rsid w:val="00637181"/>
    <w:rsid w:val="00644372"/>
    <w:rsid w:val="006603C0"/>
    <w:rsid w:val="0066194A"/>
    <w:rsid w:val="00670289"/>
    <w:rsid w:val="00672810"/>
    <w:rsid w:val="006741AF"/>
    <w:rsid w:val="00674CF2"/>
    <w:rsid w:val="006757AD"/>
    <w:rsid w:val="0067667A"/>
    <w:rsid w:val="00677136"/>
    <w:rsid w:val="00683680"/>
    <w:rsid w:val="0068507D"/>
    <w:rsid w:val="00692105"/>
    <w:rsid w:val="006948CC"/>
    <w:rsid w:val="006A1789"/>
    <w:rsid w:val="006B52AC"/>
    <w:rsid w:val="006B7038"/>
    <w:rsid w:val="006C1135"/>
    <w:rsid w:val="006D15F1"/>
    <w:rsid w:val="006D2744"/>
    <w:rsid w:val="006D2DE5"/>
    <w:rsid w:val="006D492D"/>
    <w:rsid w:val="006D77FA"/>
    <w:rsid w:val="006E4187"/>
    <w:rsid w:val="006E6D7C"/>
    <w:rsid w:val="00702DCF"/>
    <w:rsid w:val="00706432"/>
    <w:rsid w:val="00707811"/>
    <w:rsid w:val="007106E5"/>
    <w:rsid w:val="00711CA6"/>
    <w:rsid w:val="00713B82"/>
    <w:rsid w:val="00715E33"/>
    <w:rsid w:val="00724620"/>
    <w:rsid w:val="0072593A"/>
    <w:rsid w:val="00727A9A"/>
    <w:rsid w:val="00727F75"/>
    <w:rsid w:val="00735B08"/>
    <w:rsid w:val="00736794"/>
    <w:rsid w:val="00736CC9"/>
    <w:rsid w:val="00740FB2"/>
    <w:rsid w:val="00750D94"/>
    <w:rsid w:val="00751E9A"/>
    <w:rsid w:val="00752D63"/>
    <w:rsid w:val="0075399F"/>
    <w:rsid w:val="00761B33"/>
    <w:rsid w:val="00762B94"/>
    <w:rsid w:val="00763827"/>
    <w:rsid w:val="00772A98"/>
    <w:rsid w:val="00774D06"/>
    <w:rsid w:val="00776EDD"/>
    <w:rsid w:val="007803BC"/>
    <w:rsid w:val="007803CB"/>
    <w:rsid w:val="00783DCD"/>
    <w:rsid w:val="00783DF6"/>
    <w:rsid w:val="007876AD"/>
    <w:rsid w:val="00787D27"/>
    <w:rsid w:val="007915E9"/>
    <w:rsid w:val="007941DC"/>
    <w:rsid w:val="007A6340"/>
    <w:rsid w:val="007B033B"/>
    <w:rsid w:val="007B1CD3"/>
    <w:rsid w:val="007B47EE"/>
    <w:rsid w:val="007C0F99"/>
    <w:rsid w:val="007C1E67"/>
    <w:rsid w:val="007C31A1"/>
    <w:rsid w:val="007D2937"/>
    <w:rsid w:val="007D5DC1"/>
    <w:rsid w:val="007E223C"/>
    <w:rsid w:val="007E2454"/>
    <w:rsid w:val="007E2A8D"/>
    <w:rsid w:val="007E322F"/>
    <w:rsid w:val="007E793F"/>
    <w:rsid w:val="007F1182"/>
    <w:rsid w:val="007F254D"/>
    <w:rsid w:val="007F441E"/>
    <w:rsid w:val="007F58EF"/>
    <w:rsid w:val="007F5D0B"/>
    <w:rsid w:val="0080126A"/>
    <w:rsid w:val="00801383"/>
    <w:rsid w:val="008049B5"/>
    <w:rsid w:val="0080724E"/>
    <w:rsid w:val="0081343D"/>
    <w:rsid w:val="00813EA0"/>
    <w:rsid w:val="00814384"/>
    <w:rsid w:val="00814E29"/>
    <w:rsid w:val="008166FA"/>
    <w:rsid w:val="0082048A"/>
    <w:rsid w:val="008245BE"/>
    <w:rsid w:val="00826CA4"/>
    <w:rsid w:val="008332DF"/>
    <w:rsid w:val="008369F8"/>
    <w:rsid w:val="0083712B"/>
    <w:rsid w:val="00846FB1"/>
    <w:rsid w:val="00854998"/>
    <w:rsid w:val="00855BE3"/>
    <w:rsid w:val="00856878"/>
    <w:rsid w:val="00860EEB"/>
    <w:rsid w:val="008619B2"/>
    <w:rsid w:val="00863B1B"/>
    <w:rsid w:val="008727B2"/>
    <w:rsid w:val="008744FD"/>
    <w:rsid w:val="00874E70"/>
    <w:rsid w:val="00875293"/>
    <w:rsid w:val="0088259C"/>
    <w:rsid w:val="00884B08"/>
    <w:rsid w:val="0089224A"/>
    <w:rsid w:val="00893346"/>
    <w:rsid w:val="008949E1"/>
    <w:rsid w:val="00896706"/>
    <w:rsid w:val="008A22C2"/>
    <w:rsid w:val="008A23E7"/>
    <w:rsid w:val="008A32C2"/>
    <w:rsid w:val="008B1C12"/>
    <w:rsid w:val="008B2128"/>
    <w:rsid w:val="008C41D7"/>
    <w:rsid w:val="008C7AAD"/>
    <w:rsid w:val="008D1674"/>
    <w:rsid w:val="008D3732"/>
    <w:rsid w:val="008D5027"/>
    <w:rsid w:val="008D56E2"/>
    <w:rsid w:val="008E7B94"/>
    <w:rsid w:val="008F2C46"/>
    <w:rsid w:val="008F72A8"/>
    <w:rsid w:val="00901912"/>
    <w:rsid w:val="009066CB"/>
    <w:rsid w:val="009133DD"/>
    <w:rsid w:val="00915331"/>
    <w:rsid w:val="009162E5"/>
    <w:rsid w:val="00923B56"/>
    <w:rsid w:val="00924EEA"/>
    <w:rsid w:val="0093029F"/>
    <w:rsid w:val="00933738"/>
    <w:rsid w:val="009357B3"/>
    <w:rsid w:val="009432AE"/>
    <w:rsid w:val="00945BB5"/>
    <w:rsid w:val="0094654A"/>
    <w:rsid w:val="00947815"/>
    <w:rsid w:val="00950EE0"/>
    <w:rsid w:val="00953C8A"/>
    <w:rsid w:val="00956AD4"/>
    <w:rsid w:val="00961322"/>
    <w:rsid w:val="009631DA"/>
    <w:rsid w:val="009642AF"/>
    <w:rsid w:val="0096436A"/>
    <w:rsid w:val="009648F5"/>
    <w:rsid w:val="00966951"/>
    <w:rsid w:val="0097140E"/>
    <w:rsid w:val="009721E0"/>
    <w:rsid w:val="00973915"/>
    <w:rsid w:val="009759C1"/>
    <w:rsid w:val="009767D6"/>
    <w:rsid w:val="009825C1"/>
    <w:rsid w:val="009845B6"/>
    <w:rsid w:val="009853A8"/>
    <w:rsid w:val="00986E6A"/>
    <w:rsid w:val="00994293"/>
    <w:rsid w:val="009A19D4"/>
    <w:rsid w:val="009A3C3C"/>
    <w:rsid w:val="009A7BD2"/>
    <w:rsid w:val="009B03FC"/>
    <w:rsid w:val="009B1B29"/>
    <w:rsid w:val="009B6C74"/>
    <w:rsid w:val="009C21A2"/>
    <w:rsid w:val="009C21B7"/>
    <w:rsid w:val="009C4E43"/>
    <w:rsid w:val="009C64C1"/>
    <w:rsid w:val="009D6C17"/>
    <w:rsid w:val="009E0C99"/>
    <w:rsid w:val="009E365A"/>
    <w:rsid w:val="009E7FE5"/>
    <w:rsid w:val="00A01B7B"/>
    <w:rsid w:val="00A0441B"/>
    <w:rsid w:val="00A06C7A"/>
    <w:rsid w:val="00A06D44"/>
    <w:rsid w:val="00A11471"/>
    <w:rsid w:val="00A1417C"/>
    <w:rsid w:val="00A16866"/>
    <w:rsid w:val="00A1686E"/>
    <w:rsid w:val="00A24821"/>
    <w:rsid w:val="00A24C06"/>
    <w:rsid w:val="00A34434"/>
    <w:rsid w:val="00A35B54"/>
    <w:rsid w:val="00A35FF0"/>
    <w:rsid w:val="00A63837"/>
    <w:rsid w:val="00A663EE"/>
    <w:rsid w:val="00A80D9B"/>
    <w:rsid w:val="00A839EA"/>
    <w:rsid w:val="00A8532E"/>
    <w:rsid w:val="00A900E4"/>
    <w:rsid w:val="00A949A2"/>
    <w:rsid w:val="00A954F6"/>
    <w:rsid w:val="00A962B7"/>
    <w:rsid w:val="00A97F87"/>
    <w:rsid w:val="00AA2186"/>
    <w:rsid w:val="00AA6AA8"/>
    <w:rsid w:val="00AB12CD"/>
    <w:rsid w:val="00AB21BF"/>
    <w:rsid w:val="00AB2FBF"/>
    <w:rsid w:val="00AB33F6"/>
    <w:rsid w:val="00AB4F66"/>
    <w:rsid w:val="00AB662B"/>
    <w:rsid w:val="00AC11DD"/>
    <w:rsid w:val="00AC1261"/>
    <w:rsid w:val="00AC4B9B"/>
    <w:rsid w:val="00AD35BD"/>
    <w:rsid w:val="00AD6EF8"/>
    <w:rsid w:val="00AE1858"/>
    <w:rsid w:val="00AE473F"/>
    <w:rsid w:val="00AE54CA"/>
    <w:rsid w:val="00AE7843"/>
    <w:rsid w:val="00B01D74"/>
    <w:rsid w:val="00B06A56"/>
    <w:rsid w:val="00B07D53"/>
    <w:rsid w:val="00B10796"/>
    <w:rsid w:val="00B17F38"/>
    <w:rsid w:val="00B2284D"/>
    <w:rsid w:val="00B27959"/>
    <w:rsid w:val="00B30795"/>
    <w:rsid w:val="00B30F4A"/>
    <w:rsid w:val="00B32A3C"/>
    <w:rsid w:val="00B33A32"/>
    <w:rsid w:val="00B348D7"/>
    <w:rsid w:val="00B35336"/>
    <w:rsid w:val="00B402BB"/>
    <w:rsid w:val="00B450A9"/>
    <w:rsid w:val="00B45472"/>
    <w:rsid w:val="00B5199A"/>
    <w:rsid w:val="00B5475E"/>
    <w:rsid w:val="00B6247C"/>
    <w:rsid w:val="00B67C5C"/>
    <w:rsid w:val="00B707A0"/>
    <w:rsid w:val="00B71893"/>
    <w:rsid w:val="00B71EE4"/>
    <w:rsid w:val="00B72EBC"/>
    <w:rsid w:val="00B74841"/>
    <w:rsid w:val="00B74A40"/>
    <w:rsid w:val="00B826C0"/>
    <w:rsid w:val="00B82F94"/>
    <w:rsid w:val="00B83BA8"/>
    <w:rsid w:val="00B853BD"/>
    <w:rsid w:val="00B855F6"/>
    <w:rsid w:val="00B914DC"/>
    <w:rsid w:val="00B91952"/>
    <w:rsid w:val="00B91A28"/>
    <w:rsid w:val="00B933DC"/>
    <w:rsid w:val="00B93AD7"/>
    <w:rsid w:val="00B947C0"/>
    <w:rsid w:val="00B97777"/>
    <w:rsid w:val="00BA1A3E"/>
    <w:rsid w:val="00BA2685"/>
    <w:rsid w:val="00BA6AAB"/>
    <w:rsid w:val="00BB1D7C"/>
    <w:rsid w:val="00BB2AAF"/>
    <w:rsid w:val="00BB3854"/>
    <w:rsid w:val="00BB55FA"/>
    <w:rsid w:val="00BB6489"/>
    <w:rsid w:val="00BC3FDE"/>
    <w:rsid w:val="00BC5F33"/>
    <w:rsid w:val="00BC7602"/>
    <w:rsid w:val="00BD0033"/>
    <w:rsid w:val="00BD0BD8"/>
    <w:rsid w:val="00BE0171"/>
    <w:rsid w:val="00BE059B"/>
    <w:rsid w:val="00BE3971"/>
    <w:rsid w:val="00BE4C7F"/>
    <w:rsid w:val="00BE748C"/>
    <w:rsid w:val="00C07134"/>
    <w:rsid w:val="00C101AE"/>
    <w:rsid w:val="00C155F3"/>
    <w:rsid w:val="00C20637"/>
    <w:rsid w:val="00C31437"/>
    <w:rsid w:val="00C31CF5"/>
    <w:rsid w:val="00C322F7"/>
    <w:rsid w:val="00C3390B"/>
    <w:rsid w:val="00C34BFF"/>
    <w:rsid w:val="00C34E97"/>
    <w:rsid w:val="00C36D3F"/>
    <w:rsid w:val="00C404E6"/>
    <w:rsid w:val="00C446AC"/>
    <w:rsid w:val="00C44C9C"/>
    <w:rsid w:val="00C50946"/>
    <w:rsid w:val="00C50C14"/>
    <w:rsid w:val="00C51C23"/>
    <w:rsid w:val="00C57520"/>
    <w:rsid w:val="00C625C3"/>
    <w:rsid w:val="00C64CA5"/>
    <w:rsid w:val="00C6679C"/>
    <w:rsid w:val="00C72F0F"/>
    <w:rsid w:val="00C745A9"/>
    <w:rsid w:val="00C75FF6"/>
    <w:rsid w:val="00C8270B"/>
    <w:rsid w:val="00C82A48"/>
    <w:rsid w:val="00C84551"/>
    <w:rsid w:val="00C85FF4"/>
    <w:rsid w:val="00C91E00"/>
    <w:rsid w:val="00C92FCB"/>
    <w:rsid w:val="00C95433"/>
    <w:rsid w:val="00CA0904"/>
    <w:rsid w:val="00CA41AE"/>
    <w:rsid w:val="00CA5A15"/>
    <w:rsid w:val="00CA640A"/>
    <w:rsid w:val="00CB3A4D"/>
    <w:rsid w:val="00CB3CBA"/>
    <w:rsid w:val="00CB67B1"/>
    <w:rsid w:val="00CC0DEF"/>
    <w:rsid w:val="00CC4276"/>
    <w:rsid w:val="00CC523A"/>
    <w:rsid w:val="00CC56EE"/>
    <w:rsid w:val="00CD4FA6"/>
    <w:rsid w:val="00CD7F3A"/>
    <w:rsid w:val="00CE01AF"/>
    <w:rsid w:val="00CE12A5"/>
    <w:rsid w:val="00CE1D27"/>
    <w:rsid w:val="00CE79B7"/>
    <w:rsid w:val="00CF24AA"/>
    <w:rsid w:val="00CF5682"/>
    <w:rsid w:val="00D01020"/>
    <w:rsid w:val="00D07AD4"/>
    <w:rsid w:val="00D13AAB"/>
    <w:rsid w:val="00D17D24"/>
    <w:rsid w:val="00D242E5"/>
    <w:rsid w:val="00D2488E"/>
    <w:rsid w:val="00D44C06"/>
    <w:rsid w:val="00D50851"/>
    <w:rsid w:val="00D53BC1"/>
    <w:rsid w:val="00D53FB4"/>
    <w:rsid w:val="00D559DF"/>
    <w:rsid w:val="00D617C0"/>
    <w:rsid w:val="00D651B1"/>
    <w:rsid w:val="00D67180"/>
    <w:rsid w:val="00D67AD5"/>
    <w:rsid w:val="00D77071"/>
    <w:rsid w:val="00D8304D"/>
    <w:rsid w:val="00D90760"/>
    <w:rsid w:val="00D9387B"/>
    <w:rsid w:val="00D95987"/>
    <w:rsid w:val="00DA0FAB"/>
    <w:rsid w:val="00DA1A0E"/>
    <w:rsid w:val="00DA2360"/>
    <w:rsid w:val="00DA756D"/>
    <w:rsid w:val="00DB0AE2"/>
    <w:rsid w:val="00DB51DC"/>
    <w:rsid w:val="00DB6FE5"/>
    <w:rsid w:val="00DB751C"/>
    <w:rsid w:val="00DC0D54"/>
    <w:rsid w:val="00DC65BC"/>
    <w:rsid w:val="00DC6C4F"/>
    <w:rsid w:val="00DD480B"/>
    <w:rsid w:val="00DD5300"/>
    <w:rsid w:val="00DD530F"/>
    <w:rsid w:val="00DD7796"/>
    <w:rsid w:val="00DE50AF"/>
    <w:rsid w:val="00DE5146"/>
    <w:rsid w:val="00DF1A0A"/>
    <w:rsid w:val="00DF2012"/>
    <w:rsid w:val="00DF5FB3"/>
    <w:rsid w:val="00E0232B"/>
    <w:rsid w:val="00E03C1D"/>
    <w:rsid w:val="00E14B35"/>
    <w:rsid w:val="00E15475"/>
    <w:rsid w:val="00E17DE6"/>
    <w:rsid w:val="00E22942"/>
    <w:rsid w:val="00E22F10"/>
    <w:rsid w:val="00E255CA"/>
    <w:rsid w:val="00E33519"/>
    <w:rsid w:val="00E342A4"/>
    <w:rsid w:val="00E44C10"/>
    <w:rsid w:val="00E510E5"/>
    <w:rsid w:val="00E5193C"/>
    <w:rsid w:val="00E52AE4"/>
    <w:rsid w:val="00E662D3"/>
    <w:rsid w:val="00E66CF2"/>
    <w:rsid w:val="00E677C8"/>
    <w:rsid w:val="00E71A93"/>
    <w:rsid w:val="00E819FF"/>
    <w:rsid w:val="00E81B4A"/>
    <w:rsid w:val="00E90DF7"/>
    <w:rsid w:val="00E9254C"/>
    <w:rsid w:val="00E9473C"/>
    <w:rsid w:val="00EA6C4F"/>
    <w:rsid w:val="00EB076B"/>
    <w:rsid w:val="00EB22FD"/>
    <w:rsid w:val="00EB6FF5"/>
    <w:rsid w:val="00EC0924"/>
    <w:rsid w:val="00EC63D8"/>
    <w:rsid w:val="00EC663F"/>
    <w:rsid w:val="00ED291B"/>
    <w:rsid w:val="00EE2F77"/>
    <w:rsid w:val="00EE4375"/>
    <w:rsid w:val="00EE63FC"/>
    <w:rsid w:val="00EF027E"/>
    <w:rsid w:val="00EF19BE"/>
    <w:rsid w:val="00EF6147"/>
    <w:rsid w:val="00EF62D3"/>
    <w:rsid w:val="00EF71FC"/>
    <w:rsid w:val="00F02427"/>
    <w:rsid w:val="00F07CD5"/>
    <w:rsid w:val="00F104FC"/>
    <w:rsid w:val="00F106B3"/>
    <w:rsid w:val="00F14D67"/>
    <w:rsid w:val="00F15D4D"/>
    <w:rsid w:val="00F17DF0"/>
    <w:rsid w:val="00F2262E"/>
    <w:rsid w:val="00F24145"/>
    <w:rsid w:val="00F24C38"/>
    <w:rsid w:val="00F40CE1"/>
    <w:rsid w:val="00F42FC4"/>
    <w:rsid w:val="00F4429E"/>
    <w:rsid w:val="00F46D0F"/>
    <w:rsid w:val="00F5317B"/>
    <w:rsid w:val="00F547B9"/>
    <w:rsid w:val="00F54F53"/>
    <w:rsid w:val="00F6381A"/>
    <w:rsid w:val="00F70C9C"/>
    <w:rsid w:val="00F71408"/>
    <w:rsid w:val="00F720C8"/>
    <w:rsid w:val="00F732B3"/>
    <w:rsid w:val="00F7463D"/>
    <w:rsid w:val="00F7679A"/>
    <w:rsid w:val="00F80138"/>
    <w:rsid w:val="00F80D3C"/>
    <w:rsid w:val="00F80EED"/>
    <w:rsid w:val="00F854EF"/>
    <w:rsid w:val="00F931B5"/>
    <w:rsid w:val="00F93A2D"/>
    <w:rsid w:val="00F943CD"/>
    <w:rsid w:val="00F957D1"/>
    <w:rsid w:val="00F97962"/>
    <w:rsid w:val="00FA2880"/>
    <w:rsid w:val="00FA332F"/>
    <w:rsid w:val="00FA363A"/>
    <w:rsid w:val="00FA3F30"/>
    <w:rsid w:val="00FA4B69"/>
    <w:rsid w:val="00FA60EE"/>
    <w:rsid w:val="00FB08C2"/>
    <w:rsid w:val="00FB3CE4"/>
    <w:rsid w:val="00FC537B"/>
    <w:rsid w:val="00FD321C"/>
    <w:rsid w:val="00FE398C"/>
    <w:rsid w:val="00FF18E7"/>
    <w:rsid w:val="00FF1C12"/>
    <w:rsid w:val="00FF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70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81704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BalloonText">
    <w:name w:val="Balloon Text"/>
    <w:basedOn w:val="Normal"/>
    <w:link w:val="BalloonTextChar"/>
    <w:uiPriority w:val="99"/>
    <w:semiHidden/>
    <w:rsid w:val="00CC5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1408"/>
    <w:rPr>
      <w:rFonts w:ascii="Times New Roman" w:hAnsi="Times New Roman" w:cs="Calibri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669</Words>
  <Characters>3815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user</dc:creator>
  <cp:keywords/>
  <dc:description/>
  <cp:lastModifiedBy>User</cp:lastModifiedBy>
  <cp:revision>7</cp:revision>
  <cp:lastPrinted>2017-07-26T05:38:00Z</cp:lastPrinted>
  <dcterms:created xsi:type="dcterms:W3CDTF">2017-10-09T09:30:00Z</dcterms:created>
  <dcterms:modified xsi:type="dcterms:W3CDTF">2017-12-18T11:21:00Z</dcterms:modified>
</cp:coreProperties>
</file>